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263D4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7F35E7" w:rsidRPr="007F35E7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F35E7" w:rsidRPr="007F35E7">
        <w:rPr>
          <w:rFonts w:ascii="Times New Roman" w:eastAsia="Times New Roman" w:hAnsi="Times New Roman"/>
          <w:b/>
          <w:sz w:val="24"/>
          <w:szCs w:val="20"/>
          <w:lang w:eastAsia="pl-PL"/>
        </w:rPr>
        <w:t>BP.271.11.2019.BS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7F35E7" w:rsidRPr="007F35E7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7F35E7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35E7">
        <w:rPr>
          <w:rFonts w:ascii="Times New Roman" w:eastAsia="Times New Roman" w:hAnsi="Times New Roman"/>
          <w:b/>
          <w:sz w:val="24"/>
          <w:szCs w:val="24"/>
          <w:lang w:eastAsia="pl-PL"/>
        </w:rPr>
        <w:t>Pielęgnacja, konserwacja i bieżące utrzymanie gminnych obiektów sportowych oraz gminnych terenów zieleni i rekreacji na terenie sołectw gminy Śrem w latach 2019-2020.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CE4" w:rsidRDefault="00450CE4" w:rsidP="00025386">
      <w:pPr>
        <w:spacing w:after="0" w:line="240" w:lineRule="auto"/>
      </w:pPr>
      <w:r>
        <w:separator/>
      </w:r>
    </w:p>
  </w:endnote>
  <w:endnote w:type="continuationSeparator" w:id="0">
    <w:p w:rsidR="00450CE4" w:rsidRDefault="00450CE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5E7" w:rsidRDefault="007F35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263D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8505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8505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5E7" w:rsidRDefault="007F35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CE4" w:rsidRDefault="00450CE4" w:rsidP="00025386">
      <w:pPr>
        <w:spacing w:after="0" w:line="240" w:lineRule="auto"/>
      </w:pPr>
      <w:r>
        <w:separator/>
      </w:r>
    </w:p>
  </w:footnote>
  <w:footnote w:type="continuationSeparator" w:id="0">
    <w:p w:rsidR="00450CE4" w:rsidRDefault="00450CE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5E7" w:rsidRDefault="007F35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5E7" w:rsidRDefault="007F35E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5E7" w:rsidRDefault="007F35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E4"/>
    <w:rsid w:val="00025386"/>
    <w:rsid w:val="000423B9"/>
    <w:rsid w:val="00084786"/>
    <w:rsid w:val="001C2314"/>
    <w:rsid w:val="004374F2"/>
    <w:rsid w:val="00450CE4"/>
    <w:rsid w:val="00460705"/>
    <w:rsid w:val="00485239"/>
    <w:rsid w:val="0055145C"/>
    <w:rsid w:val="005624D8"/>
    <w:rsid w:val="00657A47"/>
    <w:rsid w:val="00685053"/>
    <w:rsid w:val="00745A44"/>
    <w:rsid w:val="007F35E7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263D4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2019-02-11T11:40:00Z</dcterms:created>
  <dcterms:modified xsi:type="dcterms:W3CDTF">2019-02-11T11:40:00Z</dcterms:modified>
</cp:coreProperties>
</file>